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31C995CB" w:rsidR="008145D7" w:rsidRPr="00731735" w:rsidRDefault="008145D7" w:rsidP="00882E6D">
      <w:pPr>
        <w:spacing w:line="240" w:lineRule="auto"/>
        <w:rPr>
          <w:b/>
          <w:bCs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731735" w:rsidRPr="00731735">
        <w:rPr>
          <w:rStyle w:val="Siln"/>
        </w:rPr>
        <w:t>Školení a kurzy svařování kovových materiálů OŘ UNL 2025-2026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r w:rsidRPr="00D2133C">
        <w:rPr>
          <w:rFonts w:eastAsia="Times New Roman" w:cs="Times New Roman"/>
          <w:lang w:eastAsia="cs-CZ"/>
        </w:rPr>
        <w:t xml:space="preserve">č.j. </w:t>
      </w:r>
      <w:r w:rsidR="00D2133C" w:rsidRPr="00D2133C">
        <w:rPr>
          <w:rFonts w:eastAsia="Times New Roman" w:cs="Times New Roman"/>
          <w:lang w:eastAsia="cs-CZ"/>
        </w:rPr>
        <w:t>15703/2025-SŽ-OŘ UNL-OVZ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D2133C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D2133C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C2CA94" w14:textId="0BF1041D" w:rsidR="00731735" w:rsidRDefault="0073173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3C791395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55691C8C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1732D"/>
    <w:rsid w:val="001262BA"/>
    <w:rsid w:val="0014098E"/>
    <w:rsid w:val="00146A86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31735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0242F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2133C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3D45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1732D"/>
    <w:rsid w:val="00146A86"/>
    <w:rsid w:val="0049171C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89</TotalTime>
  <Pages>2</Pages>
  <Words>475</Words>
  <Characters>2809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Křehlíková Lucie, Bc.</cp:lastModifiedBy>
  <cp:revision>13</cp:revision>
  <cp:lastPrinted>2017-11-28T17:18:00Z</cp:lastPrinted>
  <dcterms:created xsi:type="dcterms:W3CDTF">2023-11-16T10:29:00Z</dcterms:created>
  <dcterms:modified xsi:type="dcterms:W3CDTF">2025-06-02T12:19:00Z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